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090" w:rsidRPr="00FF4594" w:rsidRDefault="00FF4594" w:rsidP="00463090">
      <w:pPr>
        <w:rPr>
          <w:rFonts w:ascii="Arial" w:hAnsi="Arial" w:cs="Arial"/>
          <w:sz w:val="28"/>
          <w:lang w:val="de-DE"/>
        </w:rPr>
      </w:pPr>
      <w:bookmarkStart w:id="0" w:name="_Hlk16858114"/>
      <w:r w:rsidRPr="00FF4594">
        <w:rPr>
          <w:rFonts w:ascii="Arial" w:hAnsi="Arial" w:cs="Arial"/>
          <w:b/>
          <w:i/>
          <w:sz w:val="28"/>
          <w:szCs w:val="28"/>
          <w:lang w:val="de-DE"/>
        </w:rPr>
        <w:t>Übung : ich z</w:t>
      </w:r>
      <w:r>
        <w:rPr>
          <w:rFonts w:ascii="Arial" w:hAnsi="Arial" w:cs="Arial"/>
          <w:b/>
          <w:i/>
          <w:sz w:val="28"/>
          <w:szCs w:val="28"/>
          <w:lang w:val="de-DE"/>
        </w:rPr>
        <w:t>ä</w:t>
      </w:r>
      <w:r w:rsidRPr="00FF4594">
        <w:rPr>
          <w:rFonts w:ascii="Arial" w:hAnsi="Arial" w:cs="Arial"/>
          <w:b/>
          <w:i/>
          <w:sz w:val="28"/>
          <w:szCs w:val="28"/>
          <w:lang w:val="de-DE"/>
        </w:rPr>
        <w:t>hle die A</w:t>
      </w:r>
      <w:r>
        <w:rPr>
          <w:rFonts w:ascii="Arial" w:hAnsi="Arial" w:cs="Arial"/>
          <w:b/>
          <w:i/>
          <w:sz w:val="28"/>
          <w:szCs w:val="28"/>
          <w:lang w:val="de-DE"/>
        </w:rPr>
        <w:t>utos</w:t>
      </w:r>
    </w:p>
    <w:bookmarkEnd w:id="0"/>
    <w:p w:rsidR="00463090" w:rsidRPr="00FF4594" w:rsidRDefault="00463090" w:rsidP="00463090">
      <w:pPr>
        <w:rPr>
          <w:rFonts w:ascii="Arial" w:hAnsi="Arial" w:cs="Arial"/>
          <w:sz w:val="28"/>
          <w:lang w:val="de-DE"/>
        </w:rPr>
      </w:pPr>
    </w:p>
    <w:p w:rsidR="00463090" w:rsidRDefault="00463090" w:rsidP="00463090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4052026</wp:posOffset>
                </wp:positionH>
                <wp:positionV relativeFrom="paragraph">
                  <wp:posOffset>1966867</wp:posOffset>
                </wp:positionV>
                <wp:extent cx="690245" cy="704850"/>
                <wp:effectExtent l="8890" t="6985" r="5715" b="1206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90" w:rsidRDefault="00463090" w:rsidP="00463090"/>
                          <w:p w:rsidR="00463090" w:rsidRPr="00856360" w:rsidRDefault="00463090" w:rsidP="00463090">
                            <w:pPr>
                              <w:rPr>
                                <w:sz w:val="48"/>
                              </w:rPr>
                            </w:pPr>
                            <w:r w:rsidRPr="00856360">
                              <w:rPr>
                                <w:sz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9.05pt;margin-top:154.85pt;width:54.3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">
                <v:textbox>
                  <w:txbxContent>
                    <w:p w:rsidR="00463090" w:rsidRDefault="00463090" w:rsidP="00463090"/>
                    <w:p w:rsidR="00463090" w:rsidRPr="00856360" w:rsidRDefault="00463090" w:rsidP="00463090">
                      <w:pPr>
                        <w:rPr>
                          <w:sz w:val="48"/>
                        </w:rPr>
                      </w:pPr>
                      <w:r w:rsidRPr="00856360">
                        <w:rPr>
                          <w:sz w:val="4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56360">
        <w:rPr>
          <w:rFonts w:ascii="Arial" w:hAnsi="Arial" w:cs="Arial"/>
          <w:i/>
          <w:noProof/>
          <w:sz w:val="28"/>
          <w:szCs w:val="28"/>
        </w:rPr>
        <w:drawing>
          <wp:inline distT="0" distB="0" distL="0" distR="0">
            <wp:extent cx="4933734" cy="2583543"/>
            <wp:effectExtent l="0" t="0" r="635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846" cy="259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86E" w:rsidRDefault="0073386E" w:rsidP="00463090"/>
    <w:p w:rsidR="00463090" w:rsidRDefault="00463090" w:rsidP="00463090"/>
    <w:p w:rsidR="00463090" w:rsidRDefault="00463090" w:rsidP="00463090"/>
    <w:p w:rsidR="00463090" w:rsidRDefault="00463090" w:rsidP="00463090"/>
    <w:p w:rsidR="00FF4594" w:rsidRPr="00FF4594" w:rsidRDefault="00FF4594" w:rsidP="00FF4594">
      <w:pPr>
        <w:rPr>
          <w:rFonts w:ascii="Arial" w:hAnsi="Arial" w:cs="Arial"/>
          <w:sz w:val="28"/>
          <w:lang w:val="de-DE"/>
        </w:rPr>
      </w:pPr>
      <w:r w:rsidRPr="00FF4594">
        <w:rPr>
          <w:rFonts w:ascii="Arial" w:hAnsi="Arial" w:cs="Arial"/>
          <w:b/>
          <w:i/>
          <w:sz w:val="28"/>
          <w:szCs w:val="28"/>
          <w:lang w:val="de-DE"/>
        </w:rPr>
        <w:t>Übung : ich z</w:t>
      </w:r>
      <w:r>
        <w:rPr>
          <w:rFonts w:ascii="Arial" w:hAnsi="Arial" w:cs="Arial"/>
          <w:b/>
          <w:i/>
          <w:sz w:val="28"/>
          <w:szCs w:val="28"/>
          <w:lang w:val="de-DE"/>
        </w:rPr>
        <w:t>ä</w:t>
      </w:r>
      <w:r w:rsidRPr="00FF4594">
        <w:rPr>
          <w:rFonts w:ascii="Arial" w:hAnsi="Arial" w:cs="Arial"/>
          <w:b/>
          <w:i/>
          <w:sz w:val="28"/>
          <w:szCs w:val="28"/>
          <w:lang w:val="de-DE"/>
        </w:rPr>
        <w:t>hle die A</w:t>
      </w:r>
      <w:r>
        <w:rPr>
          <w:rFonts w:ascii="Arial" w:hAnsi="Arial" w:cs="Arial"/>
          <w:b/>
          <w:i/>
          <w:sz w:val="28"/>
          <w:szCs w:val="28"/>
          <w:lang w:val="de-DE"/>
        </w:rPr>
        <w:t>utos</w:t>
      </w:r>
    </w:p>
    <w:p w:rsidR="00463090" w:rsidRDefault="00463090" w:rsidP="00463090">
      <w:pPr>
        <w:rPr>
          <w:rFonts w:ascii="Arial" w:hAnsi="Arial" w:cs="Arial"/>
          <w:sz w:val="28"/>
        </w:rPr>
      </w:pPr>
      <w:bookmarkStart w:id="1" w:name="_GoBack"/>
      <w:bookmarkEnd w:id="1"/>
    </w:p>
    <w:p w:rsidR="00463090" w:rsidRDefault="00463090" w:rsidP="00463090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3C3FCB" wp14:editId="23683819">
                <wp:simplePos x="0" y="0"/>
                <wp:positionH relativeFrom="column">
                  <wp:posOffset>4052026</wp:posOffset>
                </wp:positionH>
                <wp:positionV relativeFrom="paragraph">
                  <wp:posOffset>1966867</wp:posOffset>
                </wp:positionV>
                <wp:extent cx="690245" cy="704850"/>
                <wp:effectExtent l="8890" t="6985" r="5715" b="1206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90" w:rsidRDefault="00463090" w:rsidP="00463090"/>
                          <w:p w:rsidR="00463090" w:rsidRPr="00856360" w:rsidRDefault="00463090" w:rsidP="00463090">
                            <w:pPr>
                              <w:rPr>
                                <w:sz w:val="48"/>
                              </w:rPr>
                            </w:pPr>
                            <w:r w:rsidRPr="00856360">
                              <w:rPr>
                                <w:sz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C3FCB" id="Zone de texte 5" o:spid="_x0000_s1027" type="#_x0000_t202" style="position:absolute;margin-left:319.05pt;margin-top:154.85pt;width:54.3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">
                <v:textbox>
                  <w:txbxContent>
                    <w:p w:rsidR="00463090" w:rsidRDefault="00463090" w:rsidP="00463090"/>
                    <w:p w:rsidR="00463090" w:rsidRPr="00856360" w:rsidRDefault="00463090" w:rsidP="00463090">
                      <w:pPr>
                        <w:rPr>
                          <w:sz w:val="48"/>
                        </w:rPr>
                      </w:pPr>
                      <w:r w:rsidRPr="00856360">
                        <w:rPr>
                          <w:sz w:val="4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56360">
        <w:rPr>
          <w:rFonts w:ascii="Arial" w:hAnsi="Arial" w:cs="Arial"/>
          <w:i/>
          <w:noProof/>
          <w:sz w:val="28"/>
          <w:szCs w:val="28"/>
        </w:rPr>
        <w:drawing>
          <wp:inline distT="0" distB="0" distL="0" distR="0" wp14:anchorId="703CD98A" wp14:editId="697287C1">
            <wp:extent cx="4933734" cy="2583543"/>
            <wp:effectExtent l="0" t="0" r="635" b="762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846" cy="259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594" w:rsidRPr="00FF4594" w:rsidRDefault="00FF4594" w:rsidP="00FF4594">
      <w:pPr>
        <w:rPr>
          <w:rFonts w:ascii="Arial" w:hAnsi="Arial" w:cs="Arial"/>
          <w:sz w:val="28"/>
          <w:lang w:val="de-DE"/>
        </w:rPr>
      </w:pPr>
      <w:r w:rsidRPr="00FF4594">
        <w:rPr>
          <w:rFonts w:ascii="Arial" w:hAnsi="Arial" w:cs="Arial"/>
          <w:b/>
          <w:i/>
          <w:sz w:val="28"/>
          <w:szCs w:val="28"/>
          <w:lang w:val="de-DE"/>
        </w:rPr>
        <w:t>Übung : ich z</w:t>
      </w:r>
      <w:r>
        <w:rPr>
          <w:rFonts w:ascii="Arial" w:hAnsi="Arial" w:cs="Arial"/>
          <w:b/>
          <w:i/>
          <w:sz w:val="28"/>
          <w:szCs w:val="28"/>
          <w:lang w:val="de-DE"/>
        </w:rPr>
        <w:t>ä</w:t>
      </w:r>
      <w:r w:rsidRPr="00FF4594">
        <w:rPr>
          <w:rFonts w:ascii="Arial" w:hAnsi="Arial" w:cs="Arial"/>
          <w:b/>
          <w:i/>
          <w:sz w:val="28"/>
          <w:szCs w:val="28"/>
          <w:lang w:val="de-DE"/>
        </w:rPr>
        <w:t>hle die A</w:t>
      </w:r>
      <w:r>
        <w:rPr>
          <w:rFonts w:ascii="Arial" w:hAnsi="Arial" w:cs="Arial"/>
          <w:b/>
          <w:i/>
          <w:sz w:val="28"/>
          <w:szCs w:val="28"/>
          <w:lang w:val="de-DE"/>
        </w:rPr>
        <w:t>utos</w:t>
      </w:r>
    </w:p>
    <w:p w:rsidR="00463090" w:rsidRDefault="00463090" w:rsidP="00463090">
      <w:pPr>
        <w:rPr>
          <w:rFonts w:ascii="Arial" w:hAnsi="Arial" w:cs="Arial"/>
          <w:sz w:val="28"/>
        </w:rPr>
      </w:pPr>
    </w:p>
    <w:p w:rsidR="00463090" w:rsidRDefault="00463090" w:rsidP="00463090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3C3FCB" wp14:editId="23683819">
                <wp:simplePos x="0" y="0"/>
                <wp:positionH relativeFrom="column">
                  <wp:posOffset>4052026</wp:posOffset>
                </wp:positionH>
                <wp:positionV relativeFrom="paragraph">
                  <wp:posOffset>1966867</wp:posOffset>
                </wp:positionV>
                <wp:extent cx="690245" cy="704850"/>
                <wp:effectExtent l="8890" t="6985" r="5715" b="1206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90" w:rsidRDefault="00463090" w:rsidP="00463090"/>
                          <w:p w:rsidR="00463090" w:rsidRPr="00856360" w:rsidRDefault="00463090" w:rsidP="00463090">
                            <w:pPr>
                              <w:rPr>
                                <w:sz w:val="48"/>
                              </w:rPr>
                            </w:pPr>
                            <w:r w:rsidRPr="00856360">
                              <w:rPr>
                                <w:sz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C3FCB" id="Zone de texte 7" o:spid="_x0000_s1028" type="#_x0000_t202" style="position:absolute;margin-left:319.05pt;margin-top:154.85pt;width:54.3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">
                <v:textbox>
                  <w:txbxContent>
                    <w:p w:rsidR="00463090" w:rsidRDefault="00463090" w:rsidP="00463090"/>
                    <w:p w:rsidR="00463090" w:rsidRPr="00856360" w:rsidRDefault="00463090" w:rsidP="00463090">
                      <w:pPr>
                        <w:rPr>
                          <w:sz w:val="48"/>
                        </w:rPr>
                      </w:pPr>
                      <w:r w:rsidRPr="00856360">
                        <w:rPr>
                          <w:sz w:val="4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56360">
        <w:rPr>
          <w:rFonts w:ascii="Arial" w:hAnsi="Arial" w:cs="Arial"/>
          <w:i/>
          <w:noProof/>
          <w:sz w:val="28"/>
          <w:szCs w:val="28"/>
        </w:rPr>
        <w:drawing>
          <wp:inline distT="0" distB="0" distL="0" distR="0" wp14:anchorId="703CD98A" wp14:editId="697287C1">
            <wp:extent cx="4933734" cy="2583543"/>
            <wp:effectExtent l="0" t="0" r="635" b="762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846" cy="259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090" w:rsidRDefault="00463090" w:rsidP="00463090"/>
    <w:p w:rsidR="00463090" w:rsidRPr="00463090" w:rsidRDefault="00463090" w:rsidP="00463090"/>
    <w:p w:rsidR="00463090" w:rsidRDefault="00463090" w:rsidP="00463090"/>
    <w:p w:rsidR="00FF4594" w:rsidRPr="00FF4594" w:rsidRDefault="00FF4594" w:rsidP="00FF4594">
      <w:pPr>
        <w:rPr>
          <w:rFonts w:ascii="Arial" w:hAnsi="Arial" w:cs="Arial"/>
          <w:sz w:val="28"/>
          <w:lang w:val="de-DE"/>
        </w:rPr>
      </w:pPr>
      <w:r w:rsidRPr="00FF4594">
        <w:rPr>
          <w:rFonts w:ascii="Arial" w:hAnsi="Arial" w:cs="Arial"/>
          <w:b/>
          <w:i/>
          <w:sz w:val="28"/>
          <w:szCs w:val="28"/>
          <w:lang w:val="de-DE"/>
        </w:rPr>
        <w:t>Übung : ich z</w:t>
      </w:r>
      <w:r>
        <w:rPr>
          <w:rFonts w:ascii="Arial" w:hAnsi="Arial" w:cs="Arial"/>
          <w:b/>
          <w:i/>
          <w:sz w:val="28"/>
          <w:szCs w:val="28"/>
          <w:lang w:val="de-DE"/>
        </w:rPr>
        <w:t>ä</w:t>
      </w:r>
      <w:r w:rsidRPr="00FF4594">
        <w:rPr>
          <w:rFonts w:ascii="Arial" w:hAnsi="Arial" w:cs="Arial"/>
          <w:b/>
          <w:i/>
          <w:sz w:val="28"/>
          <w:szCs w:val="28"/>
          <w:lang w:val="de-DE"/>
        </w:rPr>
        <w:t>hle die A</w:t>
      </w:r>
      <w:r>
        <w:rPr>
          <w:rFonts w:ascii="Arial" w:hAnsi="Arial" w:cs="Arial"/>
          <w:b/>
          <w:i/>
          <w:sz w:val="28"/>
          <w:szCs w:val="28"/>
          <w:lang w:val="de-DE"/>
        </w:rPr>
        <w:t>utos</w:t>
      </w:r>
    </w:p>
    <w:p w:rsidR="00463090" w:rsidRDefault="00463090" w:rsidP="0046309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</w:p>
    <w:p w:rsidR="00463090" w:rsidRDefault="00463090" w:rsidP="00463090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3C3FCB" wp14:editId="23683819">
                <wp:simplePos x="0" y="0"/>
                <wp:positionH relativeFrom="column">
                  <wp:posOffset>4052026</wp:posOffset>
                </wp:positionH>
                <wp:positionV relativeFrom="paragraph">
                  <wp:posOffset>1966867</wp:posOffset>
                </wp:positionV>
                <wp:extent cx="690245" cy="704850"/>
                <wp:effectExtent l="8890" t="6985" r="5715" b="12065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90" w:rsidRDefault="00463090" w:rsidP="00463090"/>
                          <w:p w:rsidR="00463090" w:rsidRPr="00856360" w:rsidRDefault="00463090" w:rsidP="00463090">
                            <w:pPr>
                              <w:rPr>
                                <w:sz w:val="48"/>
                              </w:rPr>
                            </w:pPr>
                            <w:r w:rsidRPr="00856360">
                              <w:rPr>
                                <w:sz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C3FCB" id="Zone de texte 9" o:spid="_x0000_s1029" type="#_x0000_t202" style="position:absolute;margin-left:319.05pt;margin-top:154.85pt;width:54.35pt;height:5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">
                <v:textbox>
                  <w:txbxContent>
                    <w:p w:rsidR="00463090" w:rsidRDefault="00463090" w:rsidP="00463090"/>
                    <w:p w:rsidR="00463090" w:rsidRPr="00856360" w:rsidRDefault="00463090" w:rsidP="00463090">
                      <w:pPr>
                        <w:rPr>
                          <w:sz w:val="48"/>
                        </w:rPr>
                      </w:pPr>
                      <w:r w:rsidRPr="00856360">
                        <w:rPr>
                          <w:sz w:val="4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56360">
        <w:rPr>
          <w:rFonts w:ascii="Arial" w:hAnsi="Arial" w:cs="Arial"/>
          <w:i/>
          <w:noProof/>
          <w:sz w:val="28"/>
          <w:szCs w:val="28"/>
        </w:rPr>
        <w:drawing>
          <wp:inline distT="0" distB="0" distL="0" distR="0" wp14:anchorId="703CD98A" wp14:editId="697287C1">
            <wp:extent cx="4933734" cy="2583543"/>
            <wp:effectExtent l="0" t="0" r="635" b="762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846" cy="259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090" w:rsidRPr="00463090" w:rsidRDefault="00463090" w:rsidP="00463090"/>
    <w:p w:rsidR="00463090" w:rsidRPr="00463090" w:rsidRDefault="00463090" w:rsidP="00463090"/>
    <w:sectPr w:rsidR="00463090" w:rsidRPr="00463090" w:rsidSect="0073386E">
      <w:pgSz w:w="16838" w:h="11906" w:orient="landscape"/>
      <w:pgMar w:top="720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86E"/>
    <w:rsid w:val="0011326D"/>
    <w:rsid w:val="001D645B"/>
    <w:rsid w:val="00463090"/>
    <w:rsid w:val="005175A3"/>
    <w:rsid w:val="005F7238"/>
    <w:rsid w:val="0073386E"/>
    <w:rsid w:val="007E024D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BF55"/>
  <w15:chartTrackingRefBased/>
  <w15:docId w15:val="{F9C4AE75-47A3-43A2-B236-BDB7552A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86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2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cp:lastPrinted>2016-11-20T07:44:00Z</cp:lastPrinted>
  <dcterms:created xsi:type="dcterms:W3CDTF">2019-08-16T12:28:00Z</dcterms:created>
  <dcterms:modified xsi:type="dcterms:W3CDTF">2019-08-16T12:28:00Z</dcterms:modified>
</cp:coreProperties>
</file>